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4438008E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690F76">
        <w:rPr>
          <w:rFonts w:cs="Arial"/>
          <w:b/>
        </w:rPr>
        <w:t>9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0CBF9CA7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690F76">
        <w:rPr>
          <w:rFonts w:cs="Arial"/>
          <w:b/>
          <w:bCs/>
        </w:rPr>
        <w:t>03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690F76">
        <w:rPr>
          <w:rFonts w:cs="Arial"/>
          <w:b/>
        </w:rPr>
        <w:t>2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5119D8">
        <w:rPr>
          <w:rFonts w:cs="Arial"/>
          <w:b/>
          <w:bCs/>
        </w:rPr>
        <w:t>ar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DC4F86">
      <w:pPr>
        <w:tabs>
          <w:tab w:val="left" w:pos="1134"/>
        </w:tabs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DC4F86">
      <w:pPr>
        <w:tabs>
          <w:tab w:val="left" w:pos="1134"/>
        </w:tabs>
        <w:jc w:val="center"/>
        <w:rPr>
          <w:rFonts w:cs="Arial"/>
          <w:b/>
          <w:bCs/>
        </w:rPr>
      </w:pPr>
    </w:p>
    <w:p w14:paraId="6956014C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PLL nº 115/2025 - Projeto de Lei do Legislativo - com Substitutivo</w:t>
      </w:r>
    </w:p>
    <w:p w14:paraId="50F04490" w14:textId="53DE8865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Vereadores Maria Amélia e Siufarne do Cidade Salvador.</w:t>
      </w:r>
    </w:p>
    <w:p w14:paraId="2C8322D4" w14:textId="3A8D3F3B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 xml:space="preserve">Declara de utilidade pública a Obra Religiosa e Social Missão </w:t>
      </w:r>
      <w:proofErr w:type="spellStart"/>
      <w:r w:rsidR="00690F76">
        <w:rPr>
          <w:rFonts w:cs="Arial"/>
          <w:color w:val="000000"/>
        </w:rPr>
        <w:t>Kairós</w:t>
      </w:r>
      <w:proofErr w:type="spellEnd"/>
      <w:r w:rsidR="00690F76">
        <w:rPr>
          <w:rFonts w:cs="Arial"/>
          <w:color w:val="000000"/>
        </w:rPr>
        <w:t>.</w:t>
      </w:r>
    </w:p>
    <w:p w14:paraId="57169927" w14:textId="1FB0470C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A80EAC">
        <w:rPr>
          <w:rFonts w:cs="Arial"/>
          <w:color w:val="000000"/>
        </w:rPr>
        <w:t>Substitutivo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A015187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PJCE nº 1/2025 - Processo de Julgamento de Contas do Executivo</w:t>
      </w:r>
    </w:p>
    <w:p w14:paraId="3B6CE083" w14:textId="01027FA3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Tribunal de Contas do Estado de São Paulo.</w:t>
      </w:r>
    </w:p>
    <w:p w14:paraId="5AEDD057" w14:textId="66D2AD60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Julgamento das Contas do exercício de 2022 da Prefeitura Municipal de Jacareí, mediante apreciação do parecer prévio favorável do TCESP.</w:t>
      </w:r>
    </w:p>
    <w:p w14:paraId="56468785" w14:textId="0533BF33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8D7893">
        <w:rPr>
          <w:rFonts w:cs="Arial"/>
          <w:color w:val="000000"/>
        </w:rPr>
        <w:t>Parecer Aprovado. Portanto, as contas foram aprovadas.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ADC342E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discussão do PLCL nº 1/2025 - Projeto de Lei Complementar do Legislativo</w:t>
      </w:r>
    </w:p>
    <w:p w14:paraId="073736CE" w14:textId="1B27F49F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Vereador Valmir do Parque Meia Lua.</w:t>
      </w:r>
    </w:p>
    <w:p w14:paraId="6C3E36AE" w14:textId="32E2740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Altera o § 3° do artigo 43 da Lei Complementar nº 68, de 17 de dezembro de 2008, que dispõe sobre o Código de Normas, Posturas e Instalações Municipais, relativamente à aplicação de multa quando do descarte irregular de resíduos em vias ou áreas públicas do Município.</w:t>
      </w:r>
    </w:p>
    <w:p w14:paraId="5837DC6A" w14:textId="77138BF8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4F4FBB">
        <w:rPr>
          <w:rFonts w:cs="Arial"/>
          <w:color w:val="000000"/>
        </w:rPr>
        <w:t>Projeto Aprovado, em 1ª votação.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A2E3E6E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PLL nº 91/2025 - Projeto de Lei do Legislativo - com Substitutivo</w:t>
      </w:r>
    </w:p>
    <w:p w14:paraId="7A3261E6" w14:textId="2B32F651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bookmarkStart w:id="0" w:name="_GoBack"/>
      <w:r w:rsidR="00690F76">
        <w:rPr>
          <w:rFonts w:cs="Arial"/>
          <w:color w:val="000000"/>
        </w:rPr>
        <w:t xml:space="preserve">Vereadores Paulinho dos Condutores, </w:t>
      </w:r>
      <w:proofErr w:type="spellStart"/>
      <w:r w:rsidR="00690F76">
        <w:rPr>
          <w:rFonts w:cs="Arial"/>
          <w:color w:val="000000"/>
        </w:rPr>
        <w:t>Juex</w:t>
      </w:r>
      <w:proofErr w:type="spellEnd"/>
      <w:r w:rsidR="00690F76">
        <w:rPr>
          <w:rFonts w:cs="Arial"/>
          <w:color w:val="000000"/>
        </w:rPr>
        <w:t xml:space="preserve"> Almeida e Hernani Barreto</w:t>
      </w:r>
      <w:bookmarkEnd w:id="0"/>
      <w:r w:rsidR="00690F76">
        <w:rPr>
          <w:rFonts w:cs="Arial"/>
          <w:color w:val="000000"/>
        </w:rPr>
        <w:t>.</w:t>
      </w:r>
    </w:p>
    <w:p w14:paraId="79E29C67" w14:textId="37ECB81F" w:rsidR="006536C1" w:rsidRDefault="006536C1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7A6264">
        <w:rPr>
          <w:rFonts w:cs="Arial"/>
          <w:color w:val="000000"/>
        </w:rPr>
        <w:t>Institui Política Municipal e e</w:t>
      </w:r>
      <w:r w:rsidR="00690F76">
        <w:rPr>
          <w:rFonts w:cs="Arial"/>
          <w:color w:val="000000"/>
        </w:rPr>
        <w:t xml:space="preserve">stabelece princípios e diretrizes para </w:t>
      </w:r>
      <w:r w:rsidR="007A6264">
        <w:rPr>
          <w:rFonts w:cs="Arial"/>
          <w:color w:val="000000"/>
        </w:rPr>
        <w:t xml:space="preserve">o uso transparente, ético e responsável de sistemas de inteligência artificial e decisões automatizadas </w:t>
      </w:r>
      <w:r w:rsidR="00690F76">
        <w:rPr>
          <w:rFonts w:cs="Arial"/>
          <w:color w:val="000000"/>
        </w:rPr>
        <w:t>no âmbito da Administração Púb</w:t>
      </w:r>
      <w:r w:rsidR="007A6264">
        <w:rPr>
          <w:rFonts w:cs="Arial"/>
          <w:color w:val="000000"/>
        </w:rPr>
        <w:t>lica Municipal de Jacareí, e dá outras providências</w:t>
      </w:r>
      <w:r w:rsidR="00690F76">
        <w:rPr>
          <w:rFonts w:cs="Arial"/>
          <w:color w:val="000000"/>
        </w:rPr>
        <w:t>.</w:t>
      </w:r>
    </w:p>
    <w:p w14:paraId="05971255" w14:textId="3B45A7FC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2C59CD">
        <w:rPr>
          <w:rFonts w:cs="Arial"/>
          <w:color w:val="000000"/>
        </w:rPr>
        <w:t>Substitutivo Aprovado.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CAE114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PLL nº 131/2025 - Projeto de Lei do Legislativo</w:t>
      </w:r>
    </w:p>
    <w:p w14:paraId="14EE3792" w14:textId="77777777" w:rsidR="00690F76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Vereador Paulinho dos Condutores.</w:t>
      </w:r>
    </w:p>
    <w:p w14:paraId="3706999E" w14:textId="0488AA00" w:rsidR="00585F7B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690F76">
        <w:rPr>
          <w:rFonts w:cs="Arial"/>
          <w:color w:val="000000"/>
        </w:rPr>
        <w:t>Dispõe sobre a garantia de matrícula de irmãos na mesma unidade escolar da rede pública municipal de ensino e dá outras providências.</w:t>
      </w:r>
    </w:p>
    <w:p w14:paraId="13401306" w14:textId="314DC117" w:rsidR="00585F7B" w:rsidRPr="00DA4325" w:rsidRDefault="00585F7B" w:rsidP="00585F7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2C59CD">
        <w:rPr>
          <w:rFonts w:cs="Arial"/>
          <w:color w:val="000000"/>
        </w:rPr>
        <w:t>Projeto Aprovado.</w:t>
      </w: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E05FE9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2C0B22E" w14:textId="77777777" w:rsidR="00690F76" w:rsidRDefault="00690F76" w:rsidP="00690F76">
      <w:pPr>
        <w:numPr>
          <w:ilvl w:val="0"/>
          <w:numId w:val="22"/>
        </w:numPr>
        <w:tabs>
          <w:tab w:val="left" w:pos="426"/>
        </w:tabs>
        <w:spacing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discussão do PLE nº 37/2025 - Projeto de Lei do Executivo</w:t>
      </w:r>
    </w:p>
    <w:p w14:paraId="693E45CF" w14:textId="77777777" w:rsidR="00690F76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1509180E" w14:textId="1E6E4C33" w:rsidR="00690F76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Estima a receita e fixa a despesa do Município de Jacareí para o exercício de 2026.</w:t>
      </w:r>
    </w:p>
    <w:p w14:paraId="18EC7C3F" w14:textId="76AD1E1C" w:rsidR="00690F76" w:rsidRPr="00DA4325" w:rsidRDefault="00690F76" w:rsidP="00690F76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2C59CD">
        <w:rPr>
          <w:rFonts w:cs="Arial"/>
          <w:color w:val="000000"/>
        </w:rPr>
        <w:t>Projeto Aprovado, em 1ª votação.</w:t>
      </w:r>
    </w:p>
    <w:p w14:paraId="7CD79266" w14:textId="77777777" w:rsidR="00585F7B" w:rsidRDefault="00585F7B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CC75F0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D5619D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10E8D51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65028A0" w14:textId="77777777" w:rsidR="00690F76" w:rsidRDefault="00690F76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0842E79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690F76">
      <w:rPr>
        <w:rFonts w:cs="Arial"/>
        <w:b/>
        <w:sz w:val="20"/>
        <w:szCs w:val="20"/>
        <w:u w:val="single"/>
      </w:rPr>
      <w:t>39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90F76">
      <w:rPr>
        <w:rFonts w:cs="Arial"/>
        <w:b/>
        <w:sz w:val="20"/>
        <w:szCs w:val="20"/>
        <w:u w:val="single"/>
      </w:rPr>
      <w:t>03</w:t>
    </w:r>
    <w:r w:rsidR="000C342E">
      <w:rPr>
        <w:rFonts w:cs="Arial"/>
        <w:b/>
        <w:sz w:val="20"/>
        <w:szCs w:val="20"/>
        <w:u w:val="single"/>
      </w:rPr>
      <w:t>/</w:t>
    </w:r>
    <w:r w:rsidR="00690F76">
      <w:rPr>
        <w:rFonts w:cs="Arial"/>
        <w:b/>
        <w:sz w:val="20"/>
        <w:szCs w:val="20"/>
        <w:u w:val="single"/>
      </w:rPr>
      <w:t>12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771E2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771E2A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165"/>
    <w:rsid w:val="000235F1"/>
    <w:rsid w:val="00024775"/>
    <w:rsid w:val="0002482B"/>
    <w:rsid w:val="00025CF9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1A58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1F7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37A6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2AD6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5AA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5D9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59CD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0116"/>
    <w:rsid w:val="003C22ED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4D1E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8C5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4F4FBB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5F7B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46E84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0F76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384E"/>
    <w:rsid w:val="00765A70"/>
    <w:rsid w:val="00766DD9"/>
    <w:rsid w:val="00767750"/>
    <w:rsid w:val="00767FE9"/>
    <w:rsid w:val="00771CA9"/>
    <w:rsid w:val="00771E2A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26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4FEE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D7893"/>
    <w:rsid w:val="008E1A84"/>
    <w:rsid w:val="008E1AA9"/>
    <w:rsid w:val="008E4E93"/>
    <w:rsid w:val="008E5954"/>
    <w:rsid w:val="008E65F6"/>
    <w:rsid w:val="008F0194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2E4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30F54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0EAC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5E08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8664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460E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4F86"/>
    <w:rsid w:val="00DC5AC0"/>
    <w:rsid w:val="00DC5CE7"/>
    <w:rsid w:val="00DC6C62"/>
    <w:rsid w:val="00DD0EB1"/>
    <w:rsid w:val="00DD28BF"/>
    <w:rsid w:val="00DD2C98"/>
    <w:rsid w:val="00DD3682"/>
    <w:rsid w:val="00DD5A1E"/>
    <w:rsid w:val="00DD693B"/>
    <w:rsid w:val="00DD6CD7"/>
    <w:rsid w:val="00DE10D4"/>
    <w:rsid w:val="00DE1550"/>
    <w:rsid w:val="00DE1806"/>
    <w:rsid w:val="00DE1A5F"/>
    <w:rsid w:val="00DE3565"/>
    <w:rsid w:val="00DE409D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954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152F7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5C62"/>
    <w:rsid w:val="00F474B2"/>
    <w:rsid w:val="00F56A30"/>
    <w:rsid w:val="00F56AB3"/>
    <w:rsid w:val="00F600BC"/>
    <w:rsid w:val="00F60CA5"/>
    <w:rsid w:val="00F62FD9"/>
    <w:rsid w:val="00F63C27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0F93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69985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C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E4BB-BE74-4244-B0FE-888C832F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457</TotalTime>
  <Pages>2</Pages>
  <Words>343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69</cp:revision>
  <cp:lastPrinted>2025-12-03T21:13:00Z</cp:lastPrinted>
  <dcterms:created xsi:type="dcterms:W3CDTF">2025-10-22T15:41:00Z</dcterms:created>
  <dcterms:modified xsi:type="dcterms:W3CDTF">2025-12-03T21:13:00Z</dcterms:modified>
</cp:coreProperties>
</file>